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94B2D" w14:textId="77777777" w:rsidR="000E25E6" w:rsidRDefault="000E25E6" w:rsidP="00FD557D">
      <w:pPr>
        <w:pStyle w:val="SIHeading2"/>
      </w:pPr>
      <w:bookmarkStart w:id="0" w:name="_GoBack"/>
      <w:bookmarkEnd w:id="0"/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36E574CB" w:rsidR="00F1480E" w:rsidRPr="000754EC" w:rsidRDefault="006245DD" w:rsidP="00BA4D85">
            <w:pPr>
              <w:pStyle w:val="SIUNITCODE"/>
            </w:pPr>
            <w:r>
              <w:t>RGRPSH50</w:t>
            </w:r>
            <w:r w:rsidR="00D4289C">
              <w:t>4</w:t>
            </w:r>
          </w:p>
        </w:tc>
        <w:tc>
          <w:tcPr>
            <w:tcW w:w="3604" w:type="pct"/>
            <w:shd w:val="clear" w:color="auto" w:fill="auto"/>
          </w:tcPr>
          <w:p w14:paraId="1591CB53" w14:textId="1BBE65C4" w:rsidR="00F1480E" w:rsidRPr="000754EC" w:rsidRDefault="00D4289C" w:rsidP="007622F0">
            <w:pPr>
              <w:pStyle w:val="SIUnittitle"/>
            </w:pPr>
            <w:r w:rsidRPr="00D4289C">
              <w:t>Develop systems and records for horse racing business training operations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867EFEB" w14:textId="77777777" w:rsidR="00D4289C" w:rsidRPr="00D4289C" w:rsidRDefault="00D4289C" w:rsidP="00D4289C">
            <w:pPr>
              <w:pStyle w:val="SIText"/>
            </w:pPr>
            <w:r w:rsidRPr="00292AC7">
              <w:t xml:space="preserve">This unit </w:t>
            </w:r>
            <w:r w:rsidRPr="00D4289C">
              <w:t xml:space="preserve">of competency describes the skills and knowledge required to develop policies and procedures and record keeping systems for horse racing business training operations. </w:t>
            </w:r>
          </w:p>
          <w:p w14:paraId="366BC8F0" w14:textId="77777777" w:rsidR="00D4289C" w:rsidRPr="00292AC7" w:rsidRDefault="00D4289C" w:rsidP="00D4289C">
            <w:pPr>
              <w:pStyle w:val="SIText"/>
            </w:pPr>
          </w:p>
          <w:p w14:paraId="60086C5D" w14:textId="77777777" w:rsidR="00D4289C" w:rsidRPr="00D4289C" w:rsidRDefault="00D4289C" w:rsidP="00D4289C">
            <w:pPr>
              <w:pStyle w:val="SIText"/>
            </w:pPr>
            <w:r w:rsidRPr="00292AC7">
              <w:t>The unit applies to individuals who have specialist knowledge, skills and experience in supervising day to day operations of a racing stable.</w:t>
            </w:r>
          </w:p>
          <w:p w14:paraId="10903DA4" w14:textId="77777777" w:rsidR="009C03E2" w:rsidRPr="009C03E2" w:rsidRDefault="009C03E2" w:rsidP="009C03E2">
            <w:pPr>
              <w:pStyle w:val="SIText"/>
            </w:pPr>
          </w:p>
          <w:p w14:paraId="495ED0D6" w14:textId="77777777" w:rsidR="004673F4" w:rsidRPr="00F03909" w:rsidRDefault="00D111EB" w:rsidP="00F03909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F03909">
              <w:t>Licensing, legislative, regulatory or certification requirements apply to this unit. Users are advised to check with the relevant Principal Racing Authority for current requirements.</w:t>
            </w:r>
            <w:r w:rsidRPr="00F03909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557E7EF4" w14:textId="77777777" w:rsidR="00F03909" w:rsidRPr="00F03909" w:rsidRDefault="00F03909" w:rsidP="00F03909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DF6EF9E" w14:textId="389F7129" w:rsidR="0044258A" w:rsidRPr="00F03909" w:rsidRDefault="0044258A" w:rsidP="0044258A">
            <w:pPr>
              <w:pStyle w:val="SIText"/>
            </w:pPr>
            <w:r>
              <w:t>Work h</w:t>
            </w:r>
            <w:r w:rsidR="00F03909" w:rsidRPr="00F03909">
              <w:t xml:space="preserve">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8101C3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8101C3" w:rsidRPr="008101C3" w:rsidRDefault="008101C3" w:rsidP="008101C3">
            <w:pPr>
              <w:pStyle w:val="SIHeading2"/>
            </w:pPr>
            <w:r w:rsidRPr="008101C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19617092" w:rsidR="006A61EE" w:rsidRPr="008101C3" w:rsidRDefault="004E3F04" w:rsidP="004E3F04">
            <w:pPr>
              <w:pStyle w:val="SIText"/>
            </w:pPr>
            <w:r>
              <w:t>Nil</w:t>
            </w:r>
          </w:p>
        </w:tc>
      </w:tr>
      <w:tr w:rsidR="008101C3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8101C3" w:rsidRPr="008101C3" w:rsidRDefault="008101C3" w:rsidP="008101C3">
            <w:pPr>
              <w:pStyle w:val="SIHeading2"/>
            </w:pPr>
            <w:r w:rsidRPr="008101C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8101C3" w:rsidRPr="008101C3" w:rsidRDefault="008101C3" w:rsidP="008101C3">
            <w:pPr>
              <w:pStyle w:val="SIText"/>
            </w:pPr>
            <w:r w:rsidRPr="008101C3"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8BBBA28" w14:textId="77777777" w:rsidTr="009C0D9F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9C0D9F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4289C" w:rsidRPr="00963A46" w14:paraId="586E575A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20EF11FC" w14:textId="598A15FC" w:rsidR="00D4289C" w:rsidRPr="00D4289C" w:rsidRDefault="00D4289C" w:rsidP="00D4289C">
            <w:r w:rsidRPr="00D4289C">
              <w:t>1</w:t>
            </w:r>
            <w:r w:rsidR="001F387E">
              <w:t>.</w:t>
            </w:r>
            <w:r w:rsidRPr="00D4289C">
              <w:t xml:space="preserve"> Set stable hierarchy</w:t>
            </w:r>
          </w:p>
        </w:tc>
        <w:tc>
          <w:tcPr>
            <w:tcW w:w="3600" w:type="pct"/>
            <w:shd w:val="clear" w:color="auto" w:fill="auto"/>
          </w:tcPr>
          <w:p w14:paraId="2E2385AC" w14:textId="77777777" w:rsidR="00D4289C" w:rsidRPr="00D4289C" w:rsidRDefault="00D4289C" w:rsidP="00D4289C">
            <w:r w:rsidRPr="00D4289C">
              <w:t>1.1 Determine the person in charge when trainer is absent</w:t>
            </w:r>
          </w:p>
          <w:p w14:paraId="23CBD813" w14:textId="77777777" w:rsidR="00D4289C" w:rsidRPr="00D4289C" w:rsidRDefault="00D4289C" w:rsidP="00D4289C">
            <w:r w:rsidRPr="00D4289C">
              <w:t>1.2 Brief person in charge on their responsibilities and duty of care</w:t>
            </w:r>
          </w:p>
          <w:p w14:paraId="04F2247C" w14:textId="5E2D1A68" w:rsidR="00D4289C" w:rsidRPr="00D4289C" w:rsidRDefault="00D4289C" w:rsidP="00D4289C">
            <w:r w:rsidRPr="00D4289C">
              <w:t>1.3 Develop staff duties and rosters</w:t>
            </w:r>
          </w:p>
        </w:tc>
      </w:tr>
      <w:tr w:rsidR="00D4289C" w:rsidRPr="00963A46" w14:paraId="55F02BF3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0CAE8CD3" w14:textId="217A4056" w:rsidR="00D4289C" w:rsidRPr="00AA3BCC" w:rsidRDefault="00D4289C" w:rsidP="00D4289C">
            <w:r w:rsidRPr="00D4289C">
              <w:t>2</w:t>
            </w:r>
            <w:r w:rsidR="001F387E">
              <w:t>.</w:t>
            </w:r>
            <w:r w:rsidRPr="00D4289C">
              <w:t xml:space="preserve"> Prepare policies for training stable operations</w:t>
            </w:r>
          </w:p>
        </w:tc>
        <w:tc>
          <w:tcPr>
            <w:tcW w:w="3600" w:type="pct"/>
            <w:shd w:val="clear" w:color="auto" w:fill="auto"/>
          </w:tcPr>
          <w:p w14:paraId="51A535E3" w14:textId="77777777" w:rsidR="00D4289C" w:rsidRPr="00D4289C" w:rsidRDefault="00D4289C" w:rsidP="00D4289C">
            <w:r w:rsidRPr="00D4289C">
              <w:t>2.1 Develop policies for acceptance or release of horses from stables</w:t>
            </w:r>
          </w:p>
          <w:p w14:paraId="4A11351C" w14:textId="77777777" w:rsidR="00D4289C" w:rsidRPr="00D4289C" w:rsidRDefault="00D4289C" w:rsidP="00D4289C">
            <w:r w:rsidRPr="00D4289C">
              <w:t>2.2 Develop policies and procedures for visitors to the stable and communicate to staff</w:t>
            </w:r>
          </w:p>
          <w:p w14:paraId="112F3F61" w14:textId="77777777" w:rsidR="00D4289C" w:rsidRPr="00D4289C" w:rsidRDefault="00D4289C" w:rsidP="00D4289C">
            <w:r w:rsidRPr="00D4289C">
              <w:t>2.3 Develop emergency plans and procedures and communicate to staff</w:t>
            </w:r>
          </w:p>
          <w:p w14:paraId="5C9F154C" w14:textId="77777777" w:rsidR="00D4289C" w:rsidRPr="00D4289C" w:rsidRDefault="00D4289C" w:rsidP="00D4289C">
            <w:r w:rsidRPr="00D4289C">
              <w:t>2.4 Develop policies and procedures for handling and storage of chemicals and medications and communicate to staff</w:t>
            </w:r>
          </w:p>
          <w:p w14:paraId="1F5D3613" w14:textId="5E00F321" w:rsidR="00D4289C" w:rsidRPr="00AA3BCC" w:rsidRDefault="00D4289C" w:rsidP="00D4289C">
            <w:r w:rsidRPr="00D4289C">
              <w:t>2.5 Develop disease and infection control protocols</w:t>
            </w:r>
          </w:p>
        </w:tc>
      </w:tr>
      <w:tr w:rsidR="00D4289C" w:rsidRPr="00963A46" w14:paraId="07B0BDA0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642F6BE7" w14:textId="6A02EA46" w:rsidR="00D4289C" w:rsidRPr="00AA3BCC" w:rsidRDefault="00D4289C" w:rsidP="00D4289C">
            <w:r w:rsidRPr="00D4289C">
              <w:t>3</w:t>
            </w:r>
            <w:r w:rsidR="001F387E">
              <w:t>.</w:t>
            </w:r>
            <w:r w:rsidRPr="00D4289C">
              <w:t xml:space="preserve"> Prepare procedures for daily activities and horse handling</w:t>
            </w:r>
          </w:p>
        </w:tc>
        <w:tc>
          <w:tcPr>
            <w:tcW w:w="3600" w:type="pct"/>
            <w:shd w:val="clear" w:color="auto" w:fill="auto"/>
          </w:tcPr>
          <w:p w14:paraId="637545FD" w14:textId="77777777" w:rsidR="00D4289C" w:rsidRPr="00D4289C" w:rsidRDefault="00D4289C" w:rsidP="00D4289C">
            <w:r w:rsidRPr="00D4289C">
              <w:t>3.1 Develop procedures for handling horses and communicate to staff</w:t>
            </w:r>
          </w:p>
          <w:p w14:paraId="250AE3D0" w14:textId="77777777" w:rsidR="00D4289C" w:rsidRPr="00D4289C" w:rsidRDefault="00D4289C" w:rsidP="00D4289C">
            <w:r w:rsidRPr="00D4289C">
              <w:t>3.2 Develop procedures and reporting requirements for feeding and watering horses and communicate to staff</w:t>
            </w:r>
          </w:p>
          <w:p w14:paraId="2DD2616E" w14:textId="77777777" w:rsidR="00D4289C" w:rsidRPr="00D4289C" w:rsidRDefault="00D4289C" w:rsidP="00D4289C">
            <w:r w:rsidRPr="00D4289C">
              <w:t>3.3 Develop procedures for reporting illness or injury, and for the treatment and medication of horses and communicate to staff</w:t>
            </w:r>
          </w:p>
          <w:p w14:paraId="7AF07BA5" w14:textId="77777777" w:rsidR="00D4289C" w:rsidRPr="00D4289C" w:rsidRDefault="00D4289C" w:rsidP="00D4289C">
            <w:r w:rsidRPr="00D4289C">
              <w:t>3.4 Develop procedures for husbandry of horses and communicate to staff</w:t>
            </w:r>
          </w:p>
          <w:p w14:paraId="76C45C1A" w14:textId="77777777" w:rsidR="00D4289C" w:rsidRPr="00D4289C" w:rsidRDefault="00D4289C" w:rsidP="00D4289C">
            <w:r w:rsidRPr="00D4289C">
              <w:t>3.5 Prepare schedules for exercise of horses</w:t>
            </w:r>
          </w:p>
          <w:p w14:paraId="0A4B5962" w14:textId="660E58B0" w:rsidR="00D4289C" w:rsidRPr="00AA3BCC" w:rsidRDefault="00D4289C" w:rsidP="00D4289C">
            <w:r w:rsidRPr="00D4289C">
              <w:t>3.6 Develop procedures for maintenance of tack and equipment and communicate to staff</w:t>
            </w:r>
          </w:p>
        </w:tc>
      </w:tr>
      <w:tr w:rsidR="00D4289C" w:rsidRPr="00963A46" w14:paraId="1E0B7628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43E9494E" w14:textId="0CE260C4" w:rsidR="00D4289C" w:rsidRPr="00AA3BCC" w:rsidRDefault="00D4289C" w:rsidP="00D4289C">
            <w:r w:rsidRPr="00D4289C">
              <w:t>4</w:t>
            </w:r>
            <w:r w:rsidR="001F387E">
              <w:t>.</w:t>
            </w:r>
            <w:r w:rsidRPr="00D4289C">
              <w:t xml:space="preserve"> Review and update policies and procedures </w:t>
            </w:r>
          </w:p>
        </w:tc>
        <w:tc>
          <w:tcPr>
            <w:tcW w:w="3600" w:type="pct"/>
            <w:shd w:val="clear" w:color="auto" w:fill="auto"/>
          </w:tcPr>
          <w:p w14:paraId="3011F7CE" w14:textId="77777777" w:rsidR="00D4289C" w:rsidRPr="00D4289C" w:rsidRDefault="00D4289C" w:rsidP="00D4289C">
            <w:r w:rsidRPr="00D4289C">
              <w:t>4.1 Maintain a schedule for updating and reviewing policies, procedures and supporting documentation</w:t>
            </w:r>
          </w:p>
          <w:p w14:paraId="67AE1FEB" w14:textId="3C5C60CB" w:rsidR="00D4289C" w:rsidRPr="00AA3BCC" w:rsidRDefault="00D4289C" w:rsidP="00D4289C">
            <w:r w:rsidRPr="00D4289C">
              <w:t>4.2 Encourage feedback from staff and key stakeholders to review and update policies, procedures and supporting documentation</w:t>
            </w:r>
          </w:p>
        </w:tc>
      </w:tr>
    </w:tbl>
    <w:p w14:paraId="092D8CE6" w14:textId="7E3FA05A" w:rsidR="00557D6B" w:rsidRDefault="00557D6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4289C" w:rsidRPr="00336FCA" w:rsidDel="00423CB2" w14:paraId="32DE8713" w14:textId="77777777" w:rsidTr="00782696">
        <w:tc>
          <w:tcPr>
            <w:tcW w:w="1400" w:type="pct"/>
          </w:tcPr>
          <w:p w14:paraId="266AA2B2" w14:textId="3F30122D" w:rsidR="00D4289C" w:rsidRPr="00D4289C" w:rsidRDefault="00D4289C" w:rsidP="00D4289C">
            <w:pPr>
              <w:pStyle w:val="SIText"/>
            </w:pPr>
            <w:r w:rsidRPr="00D4289C">
              <w:t>Reading</w:t>
            </w:r>
          </w:p>
        </w:tc>
        <w:tc>
          <w:tcPr>
            <w:tcW w:w="3600" w:type="pct"/>
          </w:tcPr>
          <w:p w14:paraId="32361A65" w14:textId="77777777" w:rsidR="00D4289C" w:rsidRPr="00D4289C" w:rsidRDefault="00D4289C" w:rsidP="00D4289C">
            <w:pPr>
              <w:pStyle w:val="SIBulletList1"/>
              <w:rPr>
                <w:rFonts w:eastAsia="Calibri"/>
              </w:rPr>
            </w:pPr>
            <w:r w:rsidRPr="00D4289C">
              <w:rPr>
                <w:rFonts w:eastAsia="Calibri"/>
              </w:rPr>
              <w:t xml:space="preserve">Access information covering a range of topics from various sources </w:t>
            </w:r>
          </w:p>
          <w:p w14:paraId="1509C530" w14:textId="609F6A8F" w:rsidR="00D4289C" w:rsidRPr="00D4289C" w:rsidRDefault="00D4289C" w:rsidP="00D4289C">
            <w:pPr>
              <w:pStyle w:val="SIBulletList1"/>
              <w:rPr>
                <w:rFonts w:eastAsia="Calibri"/>
              </w:rPr>
            </w:pPr>
            <w:r w:rsidRPr="00D4289C">
              <w:rPr>
                <w:rFonts w:eastAsia="Calibri"/>
              </w:rPr>
              <w:t>Extract key information from formal texts to include in workplace documentation</w:t>
            </w:r>
          </w:p>
        </w:tc>
      </w:tr>
      <w:tr w:rsidR="00D4289C" w:rsidRPr="00336FCA" w:rsidDel="00423CB2" w14:paraId="7F9A3EC9" w14:textId="77777777" w:rsidTr="00782696">
        <w:tc>
          <w:tcPr>
            <w:tcW w:w="1400" w:type="pct"/>
          </w:tcPr>
          <w:p w14:paraId="09E2F5F8" w14:textId="5EC7CFEE" w:rsidR="00D4289C" w:rsidRPr="00D4289C" w:rsidRDefault="00D4289C" w:rsidP="00D4289C">
            <w:pPr>
              <w:pStyle w:val="SIText"/>
            </w:pPr>
            <w:r w:rsidRPr="00D4289C">
              <w:t>Writing</w:t>
            </w:r>
          </w:p>
        </w:tc>
        <w:tc>
          <w:tcPr>
            <w:tcW w:w="3600" w:type="pct"/>
          </w:tcPr>
          <w:p w14:paraId="6302DB0C" w14:textId="3280D173" w:rsidR="00D4289C" w:rsidRPr="00D4289C" w:rsidRDefault="00D4289C" w:rsidP="00D4289C">
            <w:pPr>
              <w:pStyle w:val="SIBulletList1"/>
              <w:rPr>
                <w:rFonts w:eastAsia="Calibri"/>
              </w:rPr>
            </w:pPr>
            <w:r w:rsidRPr="00D4289C">
              <w:rPr>
                <w:rFonts w:eastAsia="Calibri"/>
              </w:rPr>
              <w:t>Prepare succinct policy, procedure and supporting documents that use clear language and sequenced instructions</w:t>
            </w:r>
          </w:p>
        </w:tc>
      </w:tr>
      <w:tr w:rsidR="00D4289C" w:rsidRPr="00336FCA" w:rsidDel="00423CB2" w14:paraId="311FDB48" w14:textId="77777777" w:rsidTr="00782696">
        <w:tc>
          <w:tcPr>
            <w:tcW w:w="1400" w:type="pct"/>
          </w:tcPr>
          <w:p w14:paraId="5FC5E42A" w14:textId="12F00983" w:rsidR="00D4289C" w:rsidRPr="00F03909" w:rsidRDefault="00D4289C" w:rsidP="00D4289C">
            <w:pPr>
              <w:pStyle w:val="SIText"/>
            </w:pPr>
            <w:r w:rsidRPr="00D4289C">
              <w:t>Numeracy</w:t>
            </w:r>
          </w:p>
        </w:tc>
        <w:tc>
          <w:tcPr>
            <w:tcW w:w="3600" w:type="pct"/>
          </w:tcPr>
          <w:p w14:paraId="45CEFF2A" w14:textId="1DA9AD2D" w:rsidR="00D4289C" w:rsidRPr="00D4289C" w:rsidRDefault="00D4289C" w:rsidP="00D4289C">
            <w:pPr>
              <w:pStyle w:val="SIBulletList1"/>
              <w:rPr>
                <w:rFonts w:eastAsia="Calibri"/>
              </w:rPr>
            </w:pPr>
            <w:r w:rsidRPr="00D4289C">
              <w:rPr>
                <w:rFonts w:eastAsia="Calibri"/>
              </w:rPr>
              <w:t>Manipulate a range of factors including time, and number of staff, duties and horses to develop rosters and routines</w:t>
            </w:r>
          </w:p>
        </w:tc>
      </w:tr>
      <w:tr w:rsidR="00D4289C" w:rsidRPr="00336FCA" w:rsidDel="00423CB2" w14:paraId="1194B878" w14:textId="77777777" w:rsidTr="00782696">
        <w:tc>
          <w:tcPr>
            <w:tcW w:w="1400" w:type="pct"/>
          </w:tcPr>
          <w:p w14:paraId="314A7244" w14:textId="11654EDF" w:rsidR="00D4289C" w:rsidRPr="00F03909" w:rsidRDefault="00D4289C" w:rsidP="00D4289C">
            <w:pPr>
              <w:pStyle w:val="SIText"/>
            </w:pPr>
            <w:r w:rsidRPr="00D4289C">
              <w:t>Navigate the world of work</w:t>
            </w:r>
          </w:p>
        </w:tc>
        <w:tc>
          <w:tcPr>
            <w:tcW w:w="3600" w:type="pct"/>
          </w:tcPr>
          <w:p w14:paraId="100E59B9" w14:textId="768F8B56" w:rsidR="00D4289C" w:rsidRPr="00D4289C" w:rsidRDefault="00D4289C" w:rsidP="00D4289C">
            <w:pPr>
              <w:pStyle w:val="SIBulletList1"/>
              <w:rPr>
                <w:rFonts w:eastAsia="Calibri"/>
              </w:rPr>
            </w:pPr>
            <w:r>
              <w:t>R</w:t>
            </w:r>
            <w:r w:rsidRPr="001857EF">
              <w:t>ecognise need to develop or improve policies and procedures to better meet organisational goals and comply with regulatory requirements including racing, work health and safety and animal welfare requirements</w:t>
            </w:r>
          </w:p>
        </w:tc>
      </w:tr>
      <w:tr w:rsidR="00D4289C" w:rsidRPr="00336FCA" w:rsidDel="00423CB2" w14:paraId="2D1FA287" w14:textId="77777777" w:rsidTr="00782696">
        <w:tc>
          <w:tcPr>
            <w:tcW w:w="1400" w:type="pct"/>
          </w:tcPr>
          <w:p w14:paraId="26F83314" w14:textId="7BE169A2" w:rsidR="00D4289C" w:rsidRPr="00F03909" w:rsidRDefault="00D4289C" w:rsidP="00D4289C">
            <w:pPr>
              <w:pStyle w:val="SIText"/>
            </w:pPr>
            <w:r w:rsidRPr="00D4289C">
              <w:t>Interact with others</w:t>
            </w:r>
          </w:p>
        </w:tc>
        <w:tc>
          <w:tcPr>
            <w:tcW w:w="3600" w:type="pct"/>
          </w:tcPr>
          <w:p w14:paraId="1ACC5D2F" w14:textId="119E74C0" w:rsidR="00D4289C" w:rsidRPr="00D4289C" w:rsidRDefault="00D4289C" w:rsidP="00D4289C">
            <w:pPr>
              <w:pStyle w:val="SIBulletList1"/>
              <w:rPr>
                <w:rFonts w:eastAsia="Calibri"/>
              </w:rPr>
            </w:pPr>
            <w:r w:rsidRPr="00D4289C">
              <w:rPr>
                <w:rFonts w:eastAsia="Calibri"/>
              </w:rPr>
              <w:t>Select and use appropriate written and verbal communication practices to convey information to racing stable staff and stakeholders</w:t>
            </w:r>
          </w:p>
        </w:tc>
      </w:tr>
      <w:tr w:rsidR="00D4289C" w:rsidRPr="00336FCA" w:rsidDel="00423CB2" w14:paraId="079CAB5A" w14:textId="77777777" w:rsidTr="00782696">
        <w:tc>
          <w:tcPr>
            <w:tcW w:w="1400" w:type="pct"/>
          </w:tcPr>
          <w:p w14:paraId="68DB27B0" w14:textId="06F197D6" w:rsidR="00D4289C" w:rsidRPr="00676F8D" w:rsidRDefault="00D4289C" w:rsidP="00D4289C">
            <w:pPr>
              <w:pStyle w:val="SIText"/>
            </w:pPr>
            <w:r w:rsidRPr="00D4289C">
              <w:t>Get the work done</w:t>
            </w:r>
          </w:p>
        </w:tc>
        <w:tc>
          <w:tcPr>
            <w:tcW w:w="3600" w:type="pct"/>
          </w:tcPr>
          <w:p w14:paraId="7D5A950D" w14:textId="77777777" w:rsidR="00D4289C" w:rsidRPr="00D4289C" w:rsidRDefault="00D4289C" w:rsidP="00D4289C">
            <w:pPr>
              <w:pStyle w:val="SIBulletList1"/>
              <w:rPr>
                <w:rFonts w:eastAsia="Calibri"/>
              </w:rPr>
            </w:pPr>
            <w:r>
              <w:t>P</w:t>
            </w:r>
            <w:r w:rsidRPr="00D4289C">
              <w:t xml:space="preserve">lan, sequence and prioritise multiple tasks to achieve outcomes </w:t>
            </w:r>
          </w:p>
          <w:p w14:paraId="3A8E7EA1" w14:textId="1715094A" w:rsidR="00D4289C" w:rsidRPr="00D4289C" w:rsidRDefault="00D4289C" w:rsidP="00D4289C">
            <w:pPr>
              <w:pStyle w:val="SIBulletList1"/>
              <w:rPr>
                <w:rFonts w:eastAsia="Calibri"/>
              </w:rPr>
            </w:pPr>
            <w:r>
              <w:t>U</w:t>
            </w:r>
            <w:r w:rsidRPr="001857EF">
              <w:t>se familiar workplace technologies and systems to access, prepare and communicate information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4289C" w:rsidRPr="00D4289C" w14:paraId="4445CB4F" w14:textId="77777777" w:rsidTr="00B67692">
        <w:tc>
          <w:tcPr>
            <w:tcW w:w="1250" w:type="pct"/>
          </w:tcPr>
          <w:p w14:paraId="191C5FB6" w14:textId="0BBC3F20" w:rsidR="00D4289C" w:rsidRPr="00D4289C" w:rsidRDefault="00D4289C" w:rsidP="00D4289C">
            <w:pPr>
              <w:pStyle w:val="SIText"/>
            </w:pPr>
            <w:r w:rsidRPr="00D4289C">
              <w:t>RGRPSH504 Develop systems and records for horse racing business training operations</w:t>
            </w:r>
          </w:p>
        </w:tc>
        <w:tc>
          <w:tcPr>
            <w:tcW w:w="1250" w:type="pct"/>
          </w:tcPr>
          <w:p w14:paraId="709076F8" w14:textId="4FCE7282" w:rsidR="00D4289C" w:rsidRPr="00D4289C" w:rsidRDefault="00D4289C" w:rsidP="00D4289C">
            <w:pPr>
              <w:pStyle w:val="SIText"/>
            </w:pPr>
            <w:r w:rsidRPr="00D4289C">
              <w:t>RGRPSH504A Develop systems and records for horse racing business training operations</w:t>
            </w:r>
          </w:p>
        </w:tc>
        <w:tc>
          <w:tcPr>
            <w:tcW w:w="1250" w:type="pct"/>
          </w:tcPr>
          <w:p w14:paraId="66EF5B57" w14:textId="77777777" w:rsidR="00D4289C" w:rsidRPr="00D4289C" w:rsidRDefault="00D4289C" w:rsidP="00D4289C">
            <w:pPr>
              <w:pStyle w:val="SIText"/>
            </w:pPr>
            <w:r w:rsidRPr="00D4289C">
              <w:t>Updated to meet Standards for Training Packages</w:t>
            </w:r>
          </w:p>
          <w:p w14:paraId="71310E96" w14:textId="5DC559D8" w:rsidR="00D4289C" w:rsidRPr="00D4289C" w:rsidRDefault="00D4289C" w:rsidP="00D4289C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D4289C">
              <w:t xml:space="preserve">New element to clarify intent </w:t>
            </w:r>
            <w:r>
              <w:t>of unit</w:t>
            </w:r>
          </w:p>
        </w:tc>
        <w:tc>
          <w:tcPr>
            <w:tcW w:w="1250" w:type="pct"/>
          </w:tcPr>
          <w:p w14:paraId="0209927F" w14:textId="7C8496D3" w:rsidR="00D4289C" w:rsidRPr="00D4289C" w:rsidRDefault="002327D4" w:rsidP="002327D4">
            <w:pPr>
              <w:pStyle w:val="SIText"/>
            </w:pPr>
            <w:r>
              <w:t>E</w:t>
            </w:r>
            <w:r w:rsidR="00D4289C" w:rsidRPr="00D4289C">
              <w:t>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054D5F8E" w:rsidR="00556C4C" w:rsidRPr="000754EC" w:rsidRDefault="00556C4C" w:rsidP="00753094">
            <w:pPr>
              <w:pStyle w:val="SIUnittitle"/>
            </w:pPr>
            <w:r w:rsidRPr="00F56827">
              <w:t xml:space="preserve">Assessment requirements for </w:t>
            </w:r>
            <w:r w:rsidR="00D4289C" w:rsidRPr="00D4289C">
              <w:t>RGRPSH504 Develop systems and records for horse racing business training operations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6719544E" w14:textId="78378808" w:rsidR="00D4289C" w:rsidRPr="00D4289C" w:rsidRDefault="006E42FE" w:rsidP="00D4289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D4289C" w:rsidRPr="00D4289C">
              <w:t>There must be evidence that the individual has</w:t>
            </w:r>
            <w:r w:rsidR="004C699F">
              <w:t xml:space="preserve">, at least once, </w:t>
            </w:r>
            <w:r w:rsidR="00D4289C" w:rsidRPr="00D4289C">
              <w:t xml:space="preserve">developed systems and records </w:t>
            </w:r>
            <w:r w:rsidR="004C699F" w:rsidRPr="00D4289C">
              <w:t xml:space="preserve">for </w:t>
            </w:r>
            <w:r w:rsidR="004C699F">
              <w:t xml:space="preserve">a </w:t>
            </w:r>
            <w:r w:rsidR="004C699F" w:rsidRPr="00D4289C">
              <w:t>horse racing business training operation</w:t>
            </w:r>
            <w:r w:rsidR="00D4289C" w:rsidRPr="00D4289C">
              <w:t>, including:</w:t>
            </w:r>
          </w:p>
          <w:p w14:paraId="29C23268" w14:textId="77777777" w:rsidR="00611825" w:rsidRPr="00611825" w:rsidRDefault="00611825" w:rsidP="00611825">
            <w:pPr>
              <w:pStyle w:val="SIBulletList1"/>
            </w:pPr>
            <w:r w:rsidRPr="001857EF">
              <w:t>prepar</w:t>
            </w:r>
            <w:r w:rsidRPr="00611825">
              <w:t>ed and maintained:</w:t>
            </w:r>
          </w:p>
          <w:p w14:paraId="1A1482EB" w14:textId="77777777" w:rsidR="00611825" w:rsidRDefault="00611825" w:rsidP="00611825">
            <w:pPr>
              <w:pStyle w:val="SIBulletList2"/>
            </w:pPr>
            <w:r>
              <w:t xml:space="preserve">staff </w:t>
            </w:r>
            <w:r w:rsidRPr="007320BF">
              <w:t>responsibilities for training stable operations and daily activities</w:t>
            </w:r>
            <w:r w:rsidRPr="001857EF">
              <w:t xml:space="preserve"> </w:t>
            </w:r>
          </w:p>
          <w:p w14:paraId="1FEF419F" w14:textId="77777777" w:rsidR="00611825" w:rsidRPr="00611825" w:rsidRDefault="00611825" w:rsidP="00611825">
            <w:pPr>
              <w:pStyle w:val="SIBulletList2"/>
            </w:pPr>
            <w:r w:rsidRPr="001857EF">
              <w:t>forms and records for reporting</w:t>
            </w:r>
            <w:r w:rsidRPr="00611825">
              <w:t xml:space="preserve"> information</w:t>
            </w:r>
          </w:p>
          <w:p w14:paraId="38B538D8" w14:textId="77777777" w:rsidR="00611825" w:rsidRPr="00D4289C" w:rsidRDefault="00611825" w:rsidP="00611825">
            <w:pPr>
              <w:pStyle w:val="SIBulletList2"/>
            </w:pPr>
            <w:r w:rsidRPr="007320BF">
              <w:t>staff rosters and horse exercise schedules</w:t>
            </w:r>
          </w:p>
          <w:p w14:paraId="1B528645" w14:textId="77777777" w:rsidR="00611825" w:rsidRPr="001857EF" w:rsidRDefault="00611825" w:rsidP="00611825">
            <w:pPr>
              <w:pStyle w:val="SIBulletList1"/>
            </w:pPr>
            <w:r>
              <w:t xml:space="preserve">prepared </w:t>
            </w:r>
            <w:r w:rsidRPr="008F1DE8">
              <w:t>key policies</w:t>
            </w:r>
            <w:r>
              <w:t xml:space="preserve"> and</w:t>
            </w:r>
            <w:r w:rsidRPr="008F1DE8">
              <w:t xml:space="preserve"> procedures </w:t>
            </w:r>
            <w:r w:rsidRPr="00D4289C">
              <w:t>for daily activities and horse handling</w:t>
            </w:r>
          </w:p>
          <w:p w14:paraId="47F5C9B3" w14:textId="77777777" w:rsidR="00611825" w:rsidRPr="00EE4209" w:rsidRDefault="00611825" w:rsidP="00611825">
            <w:pPr>
              <w:pStyle w:val="SIBulletList1"/>
            </w:pPr>
            <w:r w:rsidRPr="00292AC7">
              <w:t>communicat</w:t>
            </w:r>
            <w:r w:rsidRPr="007320BF">
              <w:t>ed system and recording requirements to s</w:t>
            </w:r>
            <w:r>
              <w:t>taff</w:t>
            </w:r>
          </w:p>
          <w:p w14:paraId="226EF633" w14:textId="4AB2C9F9" w:rsidR="00F857BC" w:rsidRPr="000754EC" w:rsidRDefault="00611825" w:rsidP="00611825">
            <w:pPr>
              <w:pStyle w:val="SIBulletList1"/>
            </w:pPr>
            <w:proofErr w:type="gramStart"/>
            <w:r>
              <w:t>established</w:t>
            </w:r>
            <w:proofErr w:type="gramEnd"/>
            <w:r>
              <w:t xml:space="preserve"> processes to review and update policies and procedures.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7CCDA610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3EC56DF" w14:textId="1670F21E" w:rsidR="004C699F" w:rsidRDefault="004C699F" w:rsidP="00D4289C">
            <w:pPr>
              <w:pStyle w:val="SIBulletList1"/>
            </w:pPr>
            <w:r>
              <w:t>stable hiera</w:t>
            </w:r>
            <w:r w:rsidR="001F387E">
              <w:t>r</w:t>
            </w:r>
            <w:r>
              <w:t>chy</w:t>
            </w:r>
            <w:r w:rsidR="001F387E">
              <w:t>:</w:t>
            </w:r>
          </w:p>
          <w:p w14:paraId="0A656F04" w14:textId="6BD458DF" w:rsidR="004C699F" w:rsidRPr="004C699F" w:rsidRDefault="004C699F" w:rsidP="004C699F">
            <w:pPr>
              <w:pStyle w:val="SIBulletList2"/>
            </w:pPr>
            <w:r w:rsidRPr="004C699F">
              <w:t xml:space="preserve">steward's rights to inspect premises </w:t>
            </w:r>
          </w:p>
          <w:p w14:paraId="7060912A" w14:textId="7587E685" w:rsidR="004C699F" w:rsidRPr="004C699F" w:rsidRDefault="004C699F" w:rsidP="004C699F">
            <w:pPr>
              <w:pStyle w:val="SIBulletList2"/>
            </w:pPr>
            <w:r w:rsidRPr="004C699F">
              <w:t xml:space="preserve">trainer's rights and responsibilities </w:t>
            </w:r>
          </w:p>
          <w:p w14:paraId="43ADF89C" w14:textId="439906C9" w:rsidR="004C699F" w:rsidRPr="004C699F" w:rsidRDefault="004C699F" w:rsidP="004C699F">
            <w:pPr>
              <w:pStyle w:val="SIBulletList2"/>
            </w:pPr>
            <w:r w:rsidRPr="004C699F">
              <w:t xml:space="preserve">types of information </w:t>
            </w:r>
            <w:r>
              <w:t xml:space="preserve">that </w:t>
            </w:r>
            <w:r w:rsidRPr="004C699F">
              <w:t>can be relayed to owner or visitors to the stable</w:t>
            </w:r>
          </w:p>
          <w:p w14:paraId="0427585C" w14:textId="60A6297B" w:rsidR="004C699F" w:rsidRPr="004C699F" w:rsidRDefault="004C699F" w:rsidP="004C699F">
            <w:pPr>
              <w:pStyle w:val="SIBulletList2"/>
            </w:pPr>
            <w:r w:rsidRPr="004C699F">
              <w:t>job responsibilities and limit of decision making authority of staff members</w:t>
            </w:r>
          </w:p>
          <w:p w14:paraId="0B225473" w14:textId="28725B18" w:rsidR="004C699F" w:rsidRDefault="004C699F" w:rsidP="004C699F">
            <w:pPr>
              <w:pStyle w:val="SIBulletList2"/>
            </w:pPr>
            <w:r w:rsidRPr="004C699F">
              <w:t>report</w:t>
            </w:r>
            <w:r>
              <w:t>ing lines for staff</w:t>
            </w:r>
          </w:p>
          <w:p w14:paraId="1CBD489D" w14:textId="77777777" w:rsidR="00D4289C" w:rsidRPr="00D4289C" w:rsidRDefault="00D4289C" w:rsidP="004C699F">
            <w:pPr>
              <w:pStyle w:val="SIBulletList1"/>
            </w:pPr>
            <w:r w:rsidRPr="001857EF">
              <w:t>format for</w:t>
            </w:r>
            <w:r w:rsidRPr="00D4289C">
              <w:t xml:space="preserve"> policies, procedures and supporting documents and records </w:t>
            </w:r>
          </w:p>
          <w:p w14:paraId="24977F49" w14:textId="77777777" w:rsidR="00D4289C" w:rsidRPr="00D4289C" w:rsidRDefault="00D4289C" w:rsidP="004C699F">
            <w:pPr>
              <w:pStyle w:val="SIBulletList1"/>
            </w:pPr>
            <w:r w:rsidRPr="001857EF">
              <w:t xml:space="preserve">key </w:t>
            </w:r>
            <w:r w:rsidRPr="00D4289C">
              <w:t>information to include in policies and procedures:</w:t>
            </w:r>
          </w:p>
          <w:p w14:paraId="62FADB99" w14:textId="77777777" w:rsidR="00D4289C" w:rsidRPr="00D4289C" w:rsidRDefault="00D4289C" w:rsidP="00D4289C">
            <w:pPr>
              <w:pStyle w:val="SIBulletList2"/>
            </w:pPr>
            <w:r w:rsidRPr="001857EF">
              <w:t xml:space="preserve">acceptance or release of horses </w:t>
            </w:r>
          </w:p>
          <w:p w14:paraId="4CC772BE" w14:textId="7434593B" w:rsidR="00D4289C" w:rsidRPr="00D4289C" w:rsidRDefault="004C699F" w:rsidP="00D4289C">
            <w:pPr>
              <w:pStyle w:val="SIBulletList2"/>
            </w:pPr>
            <w:r>
              <w:t xml:space="preserve">security including </w:t>
            </w:r>
            <w:r w:rsidR="00D4289C" w:rsidRPr="001857EF">
              <w:t>visitors entering stable</w:t>
            </w:r>
          </w:p>
          <w:p w14:paraId="1A89CE06" w14:textId="77777777" w:rsidR="00D4289C" w:rsidRPr="00D4289C" w:rsidRDefault="00D4289C" w:rsidP="00D4289C">
            <w:pPr>
              <w:pStyle w:val="SIBulletList2"/>
            </w:pPr>
            <w:r w:rsidRPr="001857EF">
              <w:t>horse first aid</w:t>
            </w:r>
          </w:p>
          <w:p w14:paraId="33B17E58" w14:textId="77777777" w:rsidR="00D4289C" w:rsidRPr="00D4289C" w:rsidRDefault="00D4289C" w:rsidP="00D4289C">
            <w:pPr>
              <w:pStyle w:val="SIBulletList2"/>
            </w:pPr>
            <w:r w:rsidRPr="001857EF">
              <w:t>emergency and evacuation plans</w:t>
            </w:r>
          </w:p>
          <w:p w14:paraId="3B48B85B" w14:textId="77777777" w:rsidR="00D4289C" w:rsidRPr="00D4289C" w:rsidRDefault="00D4289C" w:rsidP="00D4289C">
            <w:pPr>
              <w:pStyle w:val="SIBulletList2"/>
            </w:pPr>
            <w:r w:rsidRPr="001857EF">
              <w:t>biosecurity and disease and infection control</w:t>
            </w:r>
          </w:p>
          <w:p w14:paraId="6FD55259" w14:textId="77777777" w:rsidR="00D4289C" w:rsidRPr="00D4289C" w:rsidRDefault="00D4289C" w:rsidP="00D4289C">
            <w:pPr>
              <w:pStyle w:val="SIBulletList2"/>
            </w:pPr>
            <w:r w:rsidRPr="001857EF">
              <w:t xml:space="preserve">quarantine and emergency disease control </w:t>
            </w:r>
          </w:p>
          <w:p w14:paraId="65C5119F" w14:textId="77777777" w:rsidR="00D4289C" w:rsidRPr="00D4289C" w:rsidRDefault="00D4289C" w:rsidP="00D4289C">
            <w:pPr>
              <w:pStyle w:val="SIBulletList2"/>
            </w:pPr>
            <w:r w:rsidRPr="001857EF">
              <w:t>handling and storage of chemicals and medications </w:t>
            </w:r>
          </w:p>
          <w:p w14:paraId="5441F32D" w14:textId="77777777" w:rsidR="00D4289C" w:rsidRPr="00D4289C" w:rsidRDefault="00D4289C" w:rsidP="00D4289C">
            <w:pPr>
              <w:pStyle w:val="SIBulletList2"/>
            </w:pPr>
            <w:r w:rsidRPr="001857EF">
              <w:t>horse husbandry</w:t>
            </w:r>
          </w:p>
          <w:p w14:paraId="011AED34" w14:textId="77777777" w:rsidR="00D4289C" w:rsidRPr="00D4289C" w:rsidRDefault="00D4289C" w:rsidP="00D4289C">
            <w:pPr>
              <w:pStyle w:val="SIBulletList2"/>
            </w:pPr>
            <w:r w:rsidRPr="001857EF">
              <w:t>horse exercise routines and training programs</w:t>
            </w:r>
          </w:p>
          <w:p w14:paraId="010A8DEE" w14:textId="77777777" w:rsidR="00D4289C" w:rsidRPr="00D4289C" w:rsidRDefault="00D4289C" w:rsidP="00D4289C">
            <w:pPr>
              <w:pStyle w:val="SIBulletList2"/>
            </w:pPr>
            <w:r w:rsidRPr="001857EF">
              <w:t>maintenance of tack and equipment</w:t>
            </w:r>
          </w:p>
          <w:p w14:paraId="0CF3931F" w14:textId="2477DB34" w:rsidR="00D4289C" w:rsidRPr="00D4289C" w:rsidRDefault="00D4289C" w:rsidP="00D4289C">
            <w:pPr>
              <w:pStyle w:val="SIBulletList2"/>
            </w:pPr>
            <w:r w:rsidRPr="00D4289C">
              <w:t>safe horse handling practices and duty of care</w:t>
            </w:r>
          </w:p>
          <w:p w14:paraId="775FB8F3" w14:textId="77777777" w:rsidR="00D4289C" w:rsidRPr="00D4289C" w:rsidRDefault="00D4289C" w:rsidP="00D4289C">
            <w:pPr>
              <w:pStyle w:val="SIBulletList2"/>
            </w:pPr>
            <w:r w:rsidRPr="001857EF">
              <w:t xml:space="preserve">animal welfare and ethical practices </w:t>
            </w:r>
          </w:p>
          <w:p w14:paraId="2E474C0B" w14:textId="3B381FDE" w:rsidR="00D4289C" w:rsidRPr="00D4289C" w:rsidRDefault="00D4289C" w:rsidP="004C699F">
            <w:pPr>
              <w:pStyle w:val="SIBulletList1"/>
            </w:pPr>
            <w:r w:rsidRPr="001857EF">
              <w:t xml:space="preserve">reporting </w:t>
            </w:r>
            <w:r w:rsidRPr="00D4289C">
              <w:t>and recording requirements for</w:t>
            </w:r>
            <w:r w:rsidR="004C699F">
              <w:t>:</w:t>
            </w:r>
          </w:p>
          <w:p w14:paraId="003D15FF" w14:textId="77777777" w:rsidR="00D4289C" w:rsidRPr="00D4289C" w:rsidRDefault="00D4289C" w:rsidP="00D4289C">
            <w:pPr>
              <w:pStyle w:val="SIBulletList2"/>
            </w:pPr>
            <w:r w:rsidRPr="001857EF">
              <w:t>racing regulat</w:t>
            </w:r>
            <w:r w:rsidRPr="00D4289C">
              <w:t>ions and registration</w:t>
            </w:r>
          </w:p>
          <w:p w14:paraId="42817C80" w14:textId="77777777" w:rsidR="00D4289C" w:rsidRPr="00D4289C" w:rsidRDefault="00D4289C" w:rsidP="00D4289C">
            <w:pPr>
              <w:pStyle w:val="SIBulletList2"/>
            </w:pPr>
            <w:r w:rsidRPr="001857EF">
              <w:t>disease control</w:t>
            </w:r>
          </w:p>
          <w:p w14:paraId="7C92226C" w14:textId="77777777" w:rsidR="00D4289C" w:rsidRPr="00D4289C" w:rsidRDefault="00D4289C" w:rsidP="00D4289C">
            <w:pPr>
              <w:pStyle w:val="SIBulletList2"/>
            </w:pPr>
            <w:r w:rsidRPr="001857EF">
              <w:t>horse illness and injury</w:t>
            </w:r>
          </w:p>
          <w:p w14:paraId="0D3F955B" w14:textId="77777777" w:rsidR="00D4289C" w:rsidRPr="00D4289C" w:rsidRDefault="00D4289C" w:rsidP="004C699F">
            <w:pPr>
              <w:pStyle w:val="SIBulletList1"/>
            </w:pPr>
            <w:r w:rsidRPr="001857EF">
              <w:t xml:space="preserve">strategies for informing staff of policies, procedures and reporting </w:t>
            </w:r>
            <w:r w:rsidRPr="00D4289C">
              <w:t>and recording requirements</w:t>
            </w:r>
          </w:p>
          <w:p w14:paraId="5D80AA2B" w14:textId="0605363A" w:rsidR="00D4289C" w:rsidRPr="00D4289C" w:rsidRDefault="00D4289C" w:rsidP="00D4289C">
            <w:pPr>
              <w:pStyle w:val="SIBulletList1"/>
            </w:pPr>
            <w:r w:rsidRPr="001857EF">
              <w:t>racing industry standards and expectations</w:t>
            </w:r>
            <w:r w:rsidRPr="00D4289C">
              <w:t xml:space="preserve"> relevant to racing business training operations</w:t>
            </w:r>
            <w:r w:rsidR="001F387E">
              <w:t>:</w:t>
            </w:r>
          </w:p>
          <w:p w14:paraId="2C0D0ECF" w14:textId="77777777" w:rsidR="00D4289C" w:rsidRPr="00D4289C" w:rsidRDefault="00D4289C" w:rsidP="00D4289C">
            <w:pPr>
              <w:pStyle w:val="SIBulletList2"/>
            </w:pPr>
            <w:r w:rsidRPr="001857EF">
              <w:t>communication procedures within stable and wider racing industry</w:t>
            </w:r>
          </w:p>
          <w:p w14:paraId="0BFDF737" w14:textId="77777777" w:rsidR="00D4289C" w:rsidRPr="00D4289C" w:rsidRDefault="00D4289C" w:rsidP="00D4289C">
            <w:pPr>
              <w:pStyle w:val="SIBulletList2"/>
            </w:pPr>
            <w:r w:rsidRPr="001857EF">
              <w:t>effective working relationships including teamwork</w:t>
            </w:r>
          </w:p>
          <w:p w14:paraId="2901AE8E" w14:textId="77777777" w:rsidR="00D4289C" w:rsidRPr="00D4289C" w:rsidRDefault="00D4289C" w:rsidP="00D4289C">
            <w:pPr>
              <w:pStyle w:val="SIBulletList2"/>
            </w:pPr>
            <w:r w:rsidRPr="001857EF">
              <w:t>racing industry animal welfare requirements</w:t>
            </w:r>
          </w:p>
          <w:p w14:paraId="4092528E" w14:textId="77777777" w:rsidR="00D4289C" w:rsidRPr="00D4289C" w:rsidRDefault="00D4289C" w:rsidP="00D4289C">
            <w:pPr>
              <w:pStyle w:val="SIBulletList2"/>
            </w:pPr>
            <w:r w:rsidRPr="001857EF">
              <w:t>racing industry safety requirements including safe operating procedures</w:t>
            </w:r>
          </w:p>
          <w:p w14:paraId="20FAD209" w14:textId="6EB8C78F" w:rsidR="00865C17" w:rsidRPr="000754EC" w:rsidRDefault="00D4289C" w:rsidP="00D4289C">
            <w:pPr>
              <w:pStyle w:val="SIBulletList2"/>
            </w:pPr>
            <w:proofErr w:type="gramStart"/>
            <w:r w:rsidRPr="001857EF">
              <w:t>relevant</w:t>
            </w:r>
            <w:proofErr w:type="gramEnd"/>
            <w:r w:rsidRPr="001857EF">
              <w:t xml:space="preserve"> rules of racing</w:t>
            </w:r>
            <w:r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A1759DA" w14:textId="77777777" w:rsidR="009C0D9F" w:rsidRPr="000754EC" w:rsidRDefault="009C0D9F" w:rsidP="000754EC">
            <w:pPr>
              <w:pStyle w:val="SIText"/>
            </w:pPr>
          </w:p>
          <w:p w14:paraId="6888CE2A" w14:textId="77777777" w:rsidR="00D4289C" w:rsidRPr="00D4289C" w:rsidRDefault="00D4289C" w:rsidP="00D4289C">
            <w:pPr>
              <w:pStyle w:val="SIBulletList1"/>
            </w:pPr>
            <w:r w:rsidRPr="00BF4032">
              <w:t>physical conditions:</w:t>
            </w:r>
          </w:p>
          <w:p w14:paraId="635A13D2" w14:textId="77777777" w:rsidR="00D4289C" w:rsidRPr="00D4289C" w:rsidRDefault="00D4289C" w:rsidP="00D4289C">
            <w:pPr>
              <w:pStyle w:val="SIBulletList2"/>
            </w:pPr>
            <w:r w:rsidRPr="00D4289C">
              <w:t>a racing stable operation or simulated environment that accurately reflects performance in a real workplace setting</w:t>
            </w:r>
          </w:p>
          <w:p w14:paraId="11B75514" w14:textId="77777777" w:rsidR="00D4289C" w:rsidRPr="00D4289C" w:rsidRDefault="00D4289C" w:rsidP="00D4289C">
            <w:pPr>
              <w:pStyle w:val="SIBulletList1"/>
            </w:pPr>
            <w:r w:rsidRPr="00BF4032">
              <w:lastRenderedPageBreak/>
              <w:t>resources, equipment and materials:</w:t>
            </w:r>
          </w:p>
          <w:p w14:paraId="4147A86C" w14:textId="77777777" w:rsidR="00D4289C" w:rsidRPr="00D4289C" w:rsidRDefault="00D4289C" w:rsidP="00D4289C">
            <w:pPr>
              <w:pStyle w:val="SIBulletList2"/>
            </w:pPr>
            <w:r w:rsidRPr="00D4289C">
              <w:t>information to develop and/or review policies, procedures and record keeping systems</w:t>
            </w:r>
          </w:p>
          <w:p w14:paraId="75150E00" w14:textId="77777777" w:rsidR="00D4289C" w:rsidRPr="00D4289C" w:rsidRDefault="00D4289C" w:rsidP="00D4289C">
            <w:pPr>
              <w:pStyle w:val="SIBulletList2"/>
            </w:pPr>
            <w:r w:rsidRPr="00D4289C">
              <w:t>technology for accessing and preparing information</w:t>
            </w:r>
          </w:p>
          <w:p w14:paraId="43C6FCE0" w14:textId="65024E04" w:rsidR="00D4289C" w:rsidRPr="00D4289C" w:rsidRDefault="00D4289C" w:rsidP="00D4289C">
            <w:pPr>
              <w:pStyle w:val="SIBulletList1"/>
            </w:pPr>
            <w:r w:rsidRPr="00292AC7">
              <w:t>relationships</w:t>
            </w:r>
            <w:r>
              <w:t>:</w:t>
            </w:r>
          </w:p>
          <w:p w14:paraId="43E0065A" w14:textId="77777777" w:rsidR="00D4289C" w:rsidRPr="00D4289C" w:rsidRDefault="00D4289C" w:rsidP="00D4289C">
            <w:pPr>
              <w:pStyle w:val="SIBulletList2"/>
            </w:pPr>
            <w:proofErr w:type="gramStart"/>
            <w:r w:rsidRPr="00D4289C">
              <w:t>staff</w:t>
            </w:r>
            <w:proofErr w:type="gramEnd"/>
            <w:r w:rsidRPr="00D4289C">
              <w:t xml:space="preserve"> to communicate information to.</w:t>
            </w:r>
          </w:p>
          <w:p w14:paraId="4D0B2CBC" w14:textId="77777777" w:rsidR="0044258A" w:rsidRPr="0044258A" w:rsidRDefault="0044258A" w:rsidP="0044258A"/>
          <w:p w14:paraId="1F5E50B2" w14:textId="77777777" w:rsidR="00F03909" w:rsidRPr="00611825" w:rsidRDefault="00F03909" w:rsidP="00611825">
            <w:pPr>
              <w:pStyle w:val="SIText"/>
            </w:pPr>
            <w:r w:rsidRPr="00611825">
              <w:t xml:space="preserve">Training and assessment strategies must show evidence of the use of guidance provided in the </w:t>
            </w:r>
            <w:r w:rsidRPr="00611825">
              <w:rPr>
                <w:rStyle w:val="SIText-Italic"/>
                <w:i w:val="0"/>
                <w:szCs w:val="22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4CB10" w14:textId="77777777" w:rsidR="00154EFD" w:rsidRDefault="00154EFD" w:rsidP="00BF3F0A">
      <w:r>
        <w:separator/>
      </w:r>
    </w:p>
    <w:p w14:paraId="0A7F23BF" w14:textId="77777777" w:rsidR="00154EFD" w:rsidRDefault="00154EFD"/>
  </w:endnote>
  <w:endnote w:type="continuationSeparator" w:id="0">
    <w:p w14:paraId="5151489D" w14:textId="77777777" w:rsidR="00154EFD" w:rsidRDefault="00154EFD" w:rsidP="00BF3F0A">
      <w:r>
        <w:continuationSeparator/>
      </w:r>
    </w:p>
    <w:p w14:paraId="365B9503" w14:textId="77777777" w:rsidR="00154EFD" w:rsidRDefault="00154E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4B592E80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C7E3D">
          <w:rPr>
            <w:noProof/>
          </w:rPr>
          <w:t>4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16C48B" w14:textId="77777777" w:rsidR="00154EFD" w:rsidRDefault="00154EFD" w:rsidP="00BF3F0A">
      <w:r>
        <w:separator/>
      </w:r>
    </w:p>
    <w:p w14:paraId="567F0E9E" w14:textId="77777777" w:rsidR="00154EFD" w:rsidRDefault="00154EFD"/>
  </w:footnote>
  <w:footnote w:type="continuationSeparator" w:id="0">
    <w:p w14:paraId="0D4BF586" w14:textId="77777777" w:rsidR="00154EFD" w:rsidRDefault="00154EFD" w:rsidP="00BF3F0A">
      <w:r>
        <w:continuationSeparator/>
      </w:r>
    </w:p>
    <w:p w14:paraId="3616D2E6" w14:textId="77777777" w:rsidR="00154EFD" w:rsidRDefault="00154E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E3142" w14:textId="28FF5A0D" w:rsidR="00D111EB" w:rsidRPr="00D4289C" w:rsidRDefault="00D4289C" w:rsidP="00D4289C">
    <w:r w:rsidRPr="00D4289C">
      <w:t>RGRPSH504 Develop systems and records for horse racing business training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355CE"/>
    <w:multiLevelType w:val="multilevel"/>
    <w:tmpl w:val="1A1E72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FC3B55"/>
    <w:multiLevelType w:val="multilevel"/>
    <w:tmpl w:val="C31C7D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1"/>
  </w:num>
  <w:num w:numId="18">
    <w:abstractNumId w:val="8"/>
  </w:num>
  <w:num w:numId="19">
    <w:abstractNumId w:val="17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4361"/>
    <w:rsid w:val="00004733"/>
    <w:rsid w:val="00004907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370D2"/>
    <w:rsid w:val="00041E59"/>
    <w:rsid w:val="00042016"/>
    <w:rsid w:val="00044951"/>
    <w:rsid w:val="0004513C"/>
    <w:rsid w:val="0004615B"/>
    <w:rsid w:val="00054A51"/>
    <w:rsid w:val="00060976"/>
    <w:rsid w:val="00064BFE"/>
    <w:rsid w:val="00065E45"/>
    <w:rsid w:val="00067F19"/>
    <w:rsid w:val="00070B3E"/>
    <w:rsid w:val="00071F95"/>
    <w:rsid w:val="000737BB"/>
    <w:rsid w:val="00074E47"/>
    <w:rsid w:val="000754EC"/>
    <w:rsid w:val="0008130A"/>
    <w:rsid w:val="00087A0B"/>
    <w:rsid w:val="0009093B"/>
    <w:rsid w:val="000A2EA7"/>
    <w:rsid w:val="000A5441"/>
    <w:rsid w:val="000C149A"/>
    <w:rsid w:val="000C224E"/>
    <w:rsid w:val="000C347D"/>
    <w:rsid w:val="000E25E6"/>
    <w:rsid w:val="000E2C78"/>
    <w:rsid w:val="000E2C86"/>
    <w:rsid w:val="000F08B4"/>
    <w:rsid w:val="000F0BE5"/>
    <w:rsid w:val="000F29F2"/>
    <w:rsid w:val="00101659"/>
    <w:rsid w:val="001078BF"/>
    <w:rsid w:val="0011329C"/>
    <w:rsid w:val="0011679B"/>
    <w:rsid w:val="001172C4"/>
    <w:rsid w:val="001219E1"/>
    <w:rsid w:val="00133957"/>
    <w:rsid w:val="001372F6"/>
    <w:rsid w:val="0014254F"/>
    <w:rsid w:val="00144385"/>
    <w:rsid w:val="00146D52"/>
    <w:rsid w:val="00146EEC"/>
    <w:rsid w:val="00151D55"/>
    <w:rsid w:val="00151D93"/>
    <w:rsid w:val="00154EFD"/>
    <w:rsid w:val="00156EF3"/>
    <w:rsid w:val="001612D7"/>
    <w:rsid w:val="001646D5"/>
    <w:rsid w:val="00171E38"/>
    <w:rsid w:val="00176E4F"/>
    <w:rsid w:val="0018546B"/>
    <w:rsid w:val="001927EC"/>
    <w:rsid w:val="0019510E"/>
    <w:rsid w:val="001A3129"/>
    <w:rsid w:val="001A44B3"/>
    <w:rsid w:val="001A6924"/>
    <w:rsid w:val="001A6A3E"/>
    <w:rsid w:val="001A78AF"/>
    <w:rsid w:val="001A7B6D"/>
    <w:rsid w:val="001B34D5"/>
    <w:rsid w:val="001B513A"/>
    <w:rsid w:val="001B78AD"/>
    <w:rsid w:val="001C0A75"/>
    <w:rsid w:val="001C1306"/>
    <w:rsid w:val="001C492E"/>
    <w:rsid w:val="001D44F1"/>
    <w:rsid w:val="001D5C1B"/>
    <w:rsid w:val="001D70D2"/>
    <w:rsid w:val="001D7F5B"/>
    <w:rsid w:val="001E087A"/>
    <w:rsid w:val="001E0A98"/>
    <w:rsid w:val="001E16BC"/>
    <w:rsid w:val="001E16DF"/>
    <w:rsid w:val="001E4267"/>
    <w:rsid w:val="001F2BA5"/>
    <w:rsid w:val="001F308D"/>
    <w:rsid w:val="001F387E"/>
    <w:rsid w:val="00201A7C"/>
    <w:rsid w:val="00207A16"/>
    <w:rsid w:val="002101B8"/>
    <w:rsid w:val="0021210E"/>
    <w:rsid w:val="0021414D"/>
    <w:rsid w:val="00215149"/>
    <w:rsid w:val="00223124"/>
    <w:rsid w:val="002319FC"/>
    <w:rsid w:val="002327D4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0D7D"/>
    <w:rsid w:val="002A4CD3"/>
    <w:rsid w:val="002A6CC4"/>
    <w:rsid w:val="002C37E8"/>
    <w:rsid w:val="002C55E9"/>
    <w:rsid w:val="002D0730"/>
    <w:rsid w:val="002D0C8B"/>
    <w:rsid w:val="002D2D76"/>
    <w:rsid w:val="002D330A"/>
    <w:rsid w:val="002E170C"/>
    <w:rsid w:val="002E193E"/>
    <w:rsid w:val="002E2CAC"/>
    <w:rsid w:val="002E3D9A"/>
    <w:rsid w:val="002F25C5"/>
    <w:rsid w:val="002F26E9"/>
    <w:rsid w:val="00305A52"/>
    <w:rsid w:val="00307CF3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734FC"/>
    <w:rsid w:val="0038498C"/>
    <w:rsid w:val="0038735B"/>
    <w:rsid w:val="003916D1"/>
    <w:rsid w:val="003A1025"/>
    <w:rsid w:val="003A21F0"/>
    <w:rsid w:val="003A277F"/>
    <w:rsid w:val="003A58BA"/>
    <w:rsid w:val="003A5AE7"/>
    <w:rsid w:val="003A7221"/>
    <w:rsid w:val="003A751D"/>
    <w:rsid w:val="003B3493"/>
    <w:rsid w:val="003C13AE"/>
    <w:rsid w:val="003C655A"/>
    <w:rsid w:val="003D25D8"/>
    <w:rsid w:val="003D2E73"/>
    <w:rsid w:val="003E72B6"/>
    <w:rsid w:val="003E7BBE"/>
    <w:rsid w:val="003F4204"/>
    <w:rsid w:val="003F5E3F"/>
    <w:rsid w:val="00403414"/>
    <w:rsid w:val="004054FE"/>
    <w:rsid w:val="004060DC"/>
    <w:rsid w:val="00410396"/>
    <w:rsid w:val="004127E3"/>
    <w:rsid w:val="00412EFD"/>
    <w:rsid w:val="00415F34"/>
    <w:rsid w:val="0043212E"/>
    <w:rsid w:val="00434366"/>
    <w:rsid w:val="00434ECE"/>
    <w:rsid w:val="0044258A"/>
    <w:rsid w:val="00442D5C"/>
    <w:rsid w:val="00444423"/>
    <w:rsid w:val="004529BC"/>
    <w:rsid w:val="00452F3E"/>
    <w:rsid w:val="00457A37"/>
    <w:rsid w:val="004640AE"/>
    <w:rsid w:val="00466728"/>
    <w:rsid w:val="004673F4"/>
    <w:rsid w:val="004679E3"/>
    <w:rsid w:val="00474C7F"/>
    <w:rsid w:val="00475172"/>
    <w:rsid w:val="004758B0"/>
    <w:rsid w:val="004832D2"/>
    <w:rsid w:val="00485559"/>
    <w:rsid w:val="004944DC"/>
    <w:rsid w:val="004A142B"/>
    <w:rsid w:val="004A3860"/>
    <w:rsid w:val="004A44E8"/>
    <w:rsid w:val="004A7706"/>
    <w:rsid w:val="004B29B7"/>
    <w:rsid w:val="004B556F"/>
    <w:rsid w:val="004B75B9"/>
    <w:rsid w:val="004B7A28"/>
    <w:rsid w:val="004C2244"/>
    <w:rsid w:val="004C699F"/>
    <w:rsid w:val="004C79A1"/>
    <w:rsid w:val="004D0D5F"/>
    <w:rsid w:val="004D1569"/>
    <w:rsid w:val="004D3BC0"/>
    <w:rsid w:val="004D44B1"/>
    <w:rsid w:val="004E0460"/>
    <w:rsid w:val="004E1579"/>
    <w:rsid w:val="004E240A"/>
    <w:rsid w:val="004E3F04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26388"/>
    <w:rsid w:val="00534C72"/>
    <w:rsid w:val="005405B2"/>
    <w:rsid w:val="005427C8"/>
    <w:rsid w:val="005446D1"/>
    <w:rsid w:val="00554B60"/>
    <w:rsid w:val="00556C4C"/>
    <w:rsid w:val="00557369"/>
    <w:rsid w:val="00557D6B"/>
    <w:rsid w:val="00564ADD"/>
    <w:rsid w:val="00564F93"/>
    <w:rsid w:val="005708EB"/>
    <w:rsid w:val="005718E2"/>
    <w:rsid w:val="00575BC6"/>
    <w:rsid w:val="00581DB0"/>
    <w:rsid w:val="00583902"/>
    <w:rsid w:val="005857A9"/>
    <w:rsid w:val="005960C0"/>
    <w:rsid w:val="005A1D70"/>
    <w:rsid w:val="005A3AA5"/>
    <w:rsid w:val="005A4335"/>
    <w:rsid w:val="005A6C9C"/>
    <w:rsid w:val="005A74DC"/>
    <w:rsid w:val="005B5146"/>
    <w:rsid w:val="005C7E3D"/>
    <w:rsid w:val="005D1AFD"/>
    <w:rsid w:val="005D30CF"/>
    <w:rsid w:val="005E51E6"/>
    <w:rsid w:val="005F027A"/>
    <w:rsid w:val="005F1A3A"/>
    <w:rsid w:val="005F33CC"/>
    <w:rsid w:val="005F771F"/>
    <w:rsid w:val="005F7E6E"/>
    <w:rsid w:val="00611825"/>
    <w:rsid w:val="006121D4"/>
    <w:rsid w:val="00613B49"/>
    <w:rsid w:val="00616845"/>
    <w:rsid w:val="00620E8E"/>
    <w:rsid w:val="006245DD"/>
    <w:rsid w:val="006261AD"/>
    <w:rsid w:val="00633CFE"/>
    <w:rsid w:val="00634FCA"/>
    <w:rsid w:val="00635272"/>
    <w:rsid w:val="00643D1B"/>
    <w:rsid w:val="006452B8"/>
    <w:rsid w:val="00652E62"/>
    <w:rsid w:val="006610F6"/>
    <w:rsid w:val="006611F4"/>
    <w:rsid w:val="0066154A"/>
    <w:rsid w:val="00664719"/>
    <w:rsid w:val="00671EF2"/>
    <w:rsid w:val="00676F8D"/>
    <w:rsid w:val="00686A49"/>
    <w:rsid w:val="00687B62"/>
    <w:rsid w:val="00690C44"/>
    <w:rsid w:val="00692DDB"/>
    <w:rsid w:val="006969D9"/>
    <w:rsid w:val="006A2B68"/>
    <w:rsid w:val="006A3177"/>
    <w:rsid w:val="006A61EE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43FF"/>
    <w:rsid w:val="006F627C"/>
    <w:rsid w:val="00705EEC"/>
    <w:rsid w:val="00707741"/>
    <w:rsid w:val="007134FE"/>
    <w:rsid w:val="00715794"/>
    <w:rsid w:val="00716336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3094"/>
    <w:rsid w:val="00757005"/>
    <w:rsid w:val="00761DBE"/>
    <w:rsid w:val="007622F0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A3D42"/>
    <w:rsid w:val="007A4AF8"/>
    <w:rsid w:val="007B1B6C"/>
    <w:rsid w:val="007B4D57"/>
    <w:rsid w:val="007C354A"/>
    <w:rsid w:val="007D5A78"/>
    <w:rsid w:val="007E3BD1"/>
    <w:rsid w:val="007E7352"/>
    <w:rsid w:val="007F1563"/>
    <w:rsid w:val="007F1E19"/>
    <w:rsid w:val="007F1EB2"/>
    <w:rsid w:val="007F44DB"/>
    <w:rsid w:val="007F5A8B"/>
    <w:rsid w:val="00804BBE"/>
    <w:rsid w:val="00807A8B"/>
    <w:rsid w:val="008101C3"/>
    <w:rsid w:val="00813EF5"/>
    <w:rsid w:val="00817D51"/>
    <w:rsid w:val="00823530"/>
    <w:rsid w:val="00823FF4"/>
    <w:rsid w:val="00830267"/>
    <w:rsid w:val="008306E7"/>
    <w:rsid w:val="00834BC8"/>
    <w:rsid w:val="00837FD6"/>
    <w:rsid w:val="00844B4C"/>
    <w:rsid w:val="00847B60"/>
    <w:rsid w:val="00850243"/>
    <w:rsid w:val="00851BE5"/>
    <w:rsid w:val="00852158"/>
    <w:rsid w:val="0085222A"/>
    <w:rsid w:val="008545EB"/>
    <w:rsid w:val="00863EF3"/>
    <w:rsid w:val="00865011"/>
    <w:rsid w:val="00865C17"/>
    <w:rsid w:val="00874364"/>
    <w:rsid w:val="00883577"/>
    <w:rsid w:val="00886790"/>
    <w:rsid w:val="008908DE"/>
    <w:rsid w:val="008A0742"/>
    <w:rsid w:val="008A12ED"/>
    <w:rsid w:val="008A39D3"/>
    <w:rsid w:val="008B0468"/>
    <w:rsid w:val="008B2C77"/>
    <w:rsid w:val="008B4AD2"/>
    <w:rsid w:val="008B7138"/>
    <w:rsid w:val="008E260C"/>
    <w:rsid w:val="008E26FC"/>
    <w:rsid w:val="008E39BE"/>
    <w:rsid w:val="008E62EC"/>
    <w:rsid w:val="008F030A"/>
    <w:rsid w:val="008F32F6"/>
    <w:rsid w:val="0090331F"/>
    <w:rsid w:val="00905306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330AE"/>
    <w:rsid w:val="00935F9A"/>
    <w:rsid w:val="0094125C"/>
    <w:rsid w:val="00944C09"/>
    <w:rsid w:val="009527CB"/>
    <w:rsid w:val="00953835"/>
    <w:rsid w:val="00957546"/>
    <w:rsid w:val="00960F6C"/>
    <w:rsid w:val="009624C8"/>
    <w:rsid w:val="00970747"/>
    <w:rsid w:val="0098054D"/>
    <w:rsid w:val="00984594"/>
    <w:rsid w:val="009A5900"/>
    <w:rsid w:val="009A6E6C"/>
    <w:rsid w:val="009A6F3F"/>
    <w:rsid w:val="009B331A"/>
    <w:rsid w:val="009B6D9A"/>
    <w:rsid w:val="009C03E2"/>
    <w:rsid w:val="009C0D9F"/>
    <w:rsid w:val="009C2650"/>
    <w:rsid w:val="009D15E2"/>
    <w:rsid w:val="009D15FE"/>
    <w:rsid w:val="009D5D2C"/>
    <w:rsid w:val="009E1460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3B22"/>
    <w:rsid w:val="00A76C6C"/>
    <w:rsid w:val="00A87356"/>
    <w:rsid w:val="00A90C27"/>
    <w:rsid w:val="00A92DD1"/>
    <w:rsid w:val="00AA3BCC"/>
    <w:rsid w:val="00AA5338"/>
    <w:rsid w:val="00AB1B8E"/>
    <w:rsid w:val="00AB48D2"/>
    <w:rsid w:val="00AC0696"/>
    <w:rsid w:val="00AC4C98"/>
    <w:rsid w:val="00AC5F6B"/>
    <w:rsid w:val="00AD3896"/>
    <w:rsid w:val="00AD5B47"/>
    <w:rsid w:val="00AE1ED9"/>
    <w:rsid w:val="00AE32CB"/>
    <w:rsid w:val="00AE5268"/>
    <w:rsid w:val="00AF19CA"/>
    <w:rsid w:val="00AF3957"/>
    <w:rsid w:val="00B04C70"/>
    <w:rsid w:val="00B12013"/>
    <w:rsid w:val="00B17248"/>
    <w:rsid w:val="00B213B0"/>
    <w:rsid w:val="00B21B07"/>
    <w:rsid w:val="00B22C67"/>
    <w:rsid w:val="00B3508F"/>
    <w:rsid w:val="00B37E89"/>
    <w:rsid w:val="00B420A5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76AAB"/>
    <w:rsid w:val="00B848D4"/>
    <w:rsid w:val="00B85B2F"/>
    <w:rsid w:val="00B865B7"/>
    <w:rsid w:val="00B87D57"/>
    <w:rsid w:val="00B968C4"/>
    <w:rsid w:val="00BA1CB1"/>
    <w:rsid w:val="00BA4178"/>
    <w:rsid w:val="00BA482D"/>
    <w:rsid w:val="00BA4D85"/>
    <w:rsid w:val="00BB17B8"/>
    <w:rsid w:val="00BB23F4"/>
    <w:rsid w:val="00BC3EE3"/>
    <w:rsid w:val="00BC5075"/>
    <w:rsid w:val="00BC53AC"/>
    <w:rsid w:val="00BC5419"/>
    <w:rsid w:val="00BC6C4A"/>
    <w:rsid w:val="00BD3B0F"/>
    <w:rsid w:val="00BD4A58"/>
    <w:rsid w:val="00BE2D8D"/>
    <w:rsid w:val="00BF180B"/>
    <w:rsid w:val="00BF1D4C"/>
    <w:rsid w:val="00BF3F0A"/>
    <w:rsid w:val="00BF480B"/>
    <w:rsid w:val="00C12A81"/>
    <w:rsid w:val="00C12F31"/>
    <w:rsid w:val="00C143C3"/>
    <w:rsid w:val="00C1739B"/>
    <w:rsid w:val="00C21ADE"/>
    <w:rsid w:val="00C2302E"/>
    <w:rsid w:val="00C26067"/>
    <w:rsid w:val="00C30A29"/>
    <w:rsid w:val="00C317DC"/>
    <w:rsid w:val="00C328AE"/>
    <w:rsid w:val="00C35B8E"/>
    <w:rsid w:val="00C40D08"/>
    <w:rsid w:val="00C578E9"/>
    <w:rsid w:val="00C62712"/>
    <w:rsid w:val="00C70626"/>
    <w:rsid w:val="00C72860"/>
    <w:rsid w:val="00C73582"/>
    <w:rsid w:val="00C73B90"/>
    <w:rsid w:val="00C742EC"/>
    <w:rsid w:val="00C82158"/>
    <w:rsid w:val="00C833C8"/>
    <w:rsid w:val="00C935F3"/>
    <w:rsid w:val="00C96AF3"/>
    <w:rsid w:val="00C97CCC"/>
    <w:rsid w:val="00CA0274"/>
    <w:rsid w:val="00CB746F"/>
    <w:rsid w:val="00CC451E"/>
    <w:rsid w:val="00CC6EC4"/>
    <w:rsid w:val="00CD4E9D"/>
    <w:rsid w:val="00CD4F4D"/>
    <w:rsid w:val="00CE7D19"/>
    <w:rsid w:val="00CF0CF5"/>
    <w:rsid w:val="00CF2B3E"/>
    <w:rsid w:val="00D0201F"/>
    <w:rsid w:val="00D03685"/>
    <w:rsid w:val="00D07D4E"/>
    <w:rsid w:val="00D111C7"/>
    <w:rsid w:val="00D111EB"/>
    <w:rsid w:val="00D115AA"/>
    <w:rsid w:val="00D145BE"/>
    <w:rsid w:val="00D20031"/>
    <w:rsid w:val="00D20C57"/>
    <w:rsid w:val="00D25D16"/>
    <w:rsid w:val="00D32124"/>
    <w:rsid w:val="00D4289C"/>
    <w:rsid w:val="00D44E8E"/>
    <w:rsid w:val="00D47278"/>
    <w:rsid w:val="00D51422"/>
    <w:rsid w:val="00D54C76"/>
    <w:rsid w:val="00D61248"/>
    <w:rsid w:val="00D63425"/>
    <w:rsid w:val="00D71E43"/>
    <w:rsid w:val="00D727F3"/>
    <w:rsid w:val="00D73695"/>
    <w:rsid w:val="00D73A60"/>
    <w:rsid w:val="00D8040C"/>
    <w:rsid w:val="00D810DE"/>
    <w:rsid w:val="00D87D32"/>
    <w:rsid w:val="00D91188"/>
    <w:rsid w:val="00D92C83"/>
    <w:rsid w:val="00DA0A81"/>
    <w:rsid w:val="00DA3C10"/>
    <w:rsid w:val="00DA53B5"/>
    <w:rsid w:val="00DC1D69"/>
    <w:rsid w:val="00DC4948"/>
    <w:rsid w:val="00DC5A3A"/>
    <w:rsid w:val="00DD0726"/>
    <w:rsid w:val="00DD4F9C"/>
    <w:rsid w:val="00DD76A6"/>
    <w:rsid w:val="00E229A7"/>
    <w:rsid w:val="00E238E6"/>
    <w:rsid w:val="00E35064"/>
    <w:rsid w:val="00E3681D"/>
    <w:rsid w:val="00E40225"/>
    <w:rsid w:val="00E501F0"/>
    <w:rsid w:val="00E55348"/>
    <w:rsid w:val="00E6166D"/>
    <w:rsid w:val="00E63EBD"/>
    <w:rsid w:val="00E700AC"/>
    <w:rsid w:val="00E82D6D"/>
    <w:rsid w:val="00E91BFF"/>
    <w:rsid w:val="00E92933"/>
    <w:rsid w:val="00E9295E"/>
    <w:rsid w:val="00E94FAD"/>
    <w:rsid w:val="00EA3FDD"/>
    <w:rsid w:val="00EA738E"/>
    <w:rsid w:val="00EB0AA4"/>
    <w:rsid w:val="00EB5C88"/>
    <w:rsid w:val="00EC0469"/>
    <w:rsid w:val="00EC31E1"/>
    <w:rsid w:val="00EC3D6A"/>
    <w:rsid w:val="00ED6E9E"/>
    <w:rsid w:val="00EE0F4D"/>
    <w:rsid w:val="00EE34EB"/>
    <w:rsid w:val="00EF01F8"/>
    <w:rsid w:val="00EF330A"/>
    <w:rsid w:val="00EF40EF"/>
    <w:rsid w:val="00EF47FE"/>
    <w:rsid w:val="00F03909"/>
    <w:rsid w:val="00F069BD"/>
    <w:rsid w:val="00F14473"/>
    <w:rsid w:val="00F1480E"/>
    <w:rsid w:val="00F1497D"/>
    <w:rsid w:val="00F16AAC"/>
    <w:rsid w:val="00F33FF2"/>
    <w:rsid w:val="00F42E4E"/>
    <w:rsid w:val="00F438FC"/>
    <w:rsid w:val="00F5616F"/>
    <w:rsid w:val="00F56451"/>
    <w:rsid w:val="00F5664F"/>
    <w:rsid w:val="00F56827"/>
    <w:rsid w:val="00F62351"/>
    <w:rsid w:val="00F62866"/>
    <w:rsid w:val="00F65EF0"/>
    <w:rsid w:val="00F71651"/>
    <w:rsid w:val="00F725C4"/>
    <w:rsid w:val="00F7455C"/>
    <w:rsid w:val="00F76191"/>
    <w:rsid w:val="00F76CC6"/>
    <w:rsid w:val="00F80CFE"/>
    <w:rsid w:val="00F83C88"/>
    <w:rsid w:val="00F83D7C"/>
    <w:rsid w:val="00F857BC"/>
    <w:rsid w:val="00FB232E"/>
    <w:rsid w:val="00FB2AEA"/>
    <w:rsid w:val="00FB7D68"/>
    <w:rsid w:val="00FC445E"/>
    <w:rsid w:val="00FC665B"/>
    <w:rsid w:val="00FD557D"/>
    <w:rsid w:val="00FE0282"/>
    <w:rsid w:val="00FE124D"/>
    <w:rsid w:val="00FE38D6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F26A6-B446-4AE9-BA21-6B8AC72A4A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794655-FADF-4D09-977E-06EB5120D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</TotalTime>
  <Pages>4</Pages>
  <Words>1172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Lucinda O'Brien</cp:lastModifiedBy>
  <cp:revision>8</cp:revision>
  <cp:lastPrinted>2016-05-27T05:21:00Z</cp:lastPrinted>
  <dcterms:created xsi:type="dcterms:W3CDTF">2017-10-04T04:49:00Z</dcterms:created>
  <dcterms:modified xsi:type="dcterms:W3CDTF">2017-11-29T22:11:00Z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